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四川银行定开系列6个月6号净值型理财产品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四川银行定开系列6个月6号净值型理财产品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2021-11-05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143,783,000.00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5.84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1,199,437.78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1,211,902.47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144,954,866.13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1.0584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122,350,511.03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83.69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122,350,511.03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83.69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22,995,129.68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15.73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816,764.17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0.56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38,729.20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146,201,134.08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22,995,129.68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12,049,019.18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10,538,753.43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10,348,534.25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10,023,821.92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9,961,508.20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23渤海银行CD246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9,809,151.75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9,045,073.97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20崇兴01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6,390,410.96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6,155,934.25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6"/>
            <w:bookmarkStart w:id="4" w:name="OLE_LINK5"/>
            <w:r>
              <w:rPr>
                <w:rFonts w:ascii="宋体" w:hAnsi="宋体"/>
              </w:rPr>
              <w:t>4.25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无</w:t>
      </w:r>
      <w:bookmarkStart w:id="5" w:name="_GoBack"/>
      <w:bookmarkEnd w:id="5"/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AEC44D8"/>
    <w:rsid w:val="5FFA3616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字符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2023-10-09T11:16:09Z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