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四川银行定开系列6个月5号净值型理财产品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四川银行定开系列6个月5号净值型理财产品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2021-12-28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85,071,890.00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5.00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473,203.92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728,306.52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85,845,645.53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1.0500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78,242,273.65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78,242,273.65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7,994,383.74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559,671.26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0.64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227,413.27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87,023,741.92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7,994,383.74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7,147,874.52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23厦门银行CD063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6,872,407.67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6,390,410.96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6,323,252.06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5,378,698.63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5,334,445.21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5,226,013.70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5,188,958.90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5,020,424.66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5.85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bookmarkStart w:id="5" w:name="_GoBack"/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本报告期末，本产品投资的21攀国投属于关联交易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bookmarkEnd w:id="5"/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2DBE14B7"/>
    <w:rsid w:val="42685B6D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2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2023-10-09T11:16:06Z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