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171,853,060.00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928,767.20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1,467,990.88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174,070,606.11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1.0729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152,476,632.02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152,476,632.02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10,992,277.63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12,687,128.71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232,153.35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176,388,191.71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10,992,277.63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10,186,356.16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10,050,082.19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9,818,756.68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9,257,311.23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8,437,183.56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8,431,002.74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4.84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的21天投Y2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6D670E3"/>
    <w:rsid w:val="6C2D2C7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2023-10-09T11:15:54Z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