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四川银行定开系列6个月18号净值型理财产品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四川银行定开系列6个月18号净值型理财产品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123,458,022.00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5.39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740,852.71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1,053,474.89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125,167,669.50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1.0539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112,326,445.27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88.05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112,326,445.27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88.05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13,990,171.52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10.97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689,353.24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0.54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558,067.91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127,564,037.94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13,990,171.52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11,314,491.51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10,538,753.43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G22眉山1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10,111,109.59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23贵阳银行CD113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9,817,060.79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21彭山01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9,355,795.89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8,605,917.81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8,168,999.45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8,040,065.75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19楚晟控股债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7,642,977.05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6"/>
            <w:bookmarkStart w:id="4" w:name="OLE_LINK5"/>
            <w:r>
              <w:rPr>
                <w:rFonts w:ascii="宋体" w:hAnsi="宋体"/>
              </w:rPr>
              <w:t>6.11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</w:t>
      </w:r>
      <w:bookmarkStart w:id="5" w:name="_GoBack"/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的21天投Y2、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21</w:t>
      </w:r>
      <w:bookmarkEnd w:id="5"/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攀国投属于关联交易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6B142EE3"/>
    <w:rsid w:val="71F456AD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字符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2023-10-09T11:27:16Z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