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77,516,300.00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5.66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403,175.77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663,062.04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78,798,886.93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1.0566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69,423,863.37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86.46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69,423,863.37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86.46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10,866,614.76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6,077.50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80,296,555.63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6,271,216.44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6,226,750.68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6,171,540.82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6,141,557.38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5,175,960.27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5,025,041.10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21邛崃01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4,361,934.25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4,280,115.07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4,231,248.09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4,189,736.99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5.32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</w:t>
      </w:r>
      <w:bookmarkStart w:id="5" w:name="_GoBack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的21天投Y2、21眉府01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、22凉山发展MT</w:t>
      </w:r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N001属于关联交易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DA452F1"/>
    <w:rsid w:val="52121E2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2023-10-09T11:27:06Z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