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2022-03-01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115,831,700.00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5.42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1,718,583.28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1,022,116.76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116,194,549.91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1.0542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102,123,591.38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85.96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102,123,591.38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85.96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14,989,469.54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1,372,839.22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1.16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316,719.93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118,802,620.07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14,989,469.54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10,011,568.31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9,884,944.29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8,270,926.03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8,207,912.33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7,969,206.56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21彭山01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7,276,730.14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7,147,874.52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22翠屏01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7,130,449.31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7,028,594.52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6"/>
            <w:bookmarkStart w:id="4" w:name="OLE_LINK5"/>
            <w:r>
              <w:rPr>
                <w:rFonts w:ascii="宋体" w:hAnsi="宋体"/>
              </w:rPr>
              <w:t>6.05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无</w:t>
      </w:r>
      <w:bookmarkStart w:id="5" w:name="_GoBack"/>
      <w:bookmarkEnd w:id="5"/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07438DC"/>
    <w:rsid w:val="78FC1C54"/>
    <w:rsid w:val="7F1C68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字符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2023-10-09T11:26:55Z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